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POST/DYS/OR/GZ/04345/2025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23900257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JEUP5JKVCYQC-1440096624-10841</_dlc_DocId>
    <_dlc_DocIdUrl xmlns="a19cb1c7-c5c7-46d4-85ae-d83685407bba">
      <Url>https://swpp2.dms.gkpge.pl/sites/41/_layouts/15/DocIdRedir.aspx?ID=JEUP5JKVCYQC-1440096624-10841</Url>
      <Description>JEUP5JKVCYQC-1440096624-10841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FEA33AB-8AD1-4777-8B26-C554EE19FF8F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8419690-C363-4233-8C68-4E4308676C05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3e3ee2e4-2d39-4434-a848-624119ed5768</vt:lpwstr>
  </property>
</Properties>
</file>